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143" w:rsidRPr="000D1DE0" w:rsidRDefault="000A7143" w:rsidP="00F060FA">
      <w:pPr>
        <w:jc w:val="center"/>
        <w:rPr>
          <w:b/>
          <w:caps/>
        </w:rPr>
      </w:pPr>
      <w:r>
        <w:rPr>
          <w:b/>
          <w:caps/>
        </w:rPr>
        <w:t>П</w:t>
      </w:r>
      <w:r w:rsidRPr="000D1DE0">
        <w:rPr>
          <w:b/>
          <w:caps/>
        </w:rPr>
        <w:t>еречень</w:t>
      </w:r>
    </w:p>
    <w:p w:rsidR="000A7143" w:rsidRPr="001939D9" w:rsidRDefault="000A7143" w:rsidP="00F060FA">
      <w:pPr>
        <w:jc w:val="center"/>
        <w:rPr>
          <w:b/>
          <w:caps/>
        </w:rPr>
      </w:pPr>
    </w:p>
    <w:p w:rsidR="000A7143" w:rsidRPr="001939D9" w:rsidRDefault="000A7143" w:rsidP="00F060FA">
      <w:pPr>
        <w:jc w:val="center"/>
        <w:rPr>
          <w:b/>
          <w:caps/>
        </w:rPr>
      </w:pPr>
    </w:p>
    <w:p w:rsidR="000A7143" w:rsidRPr="00A0029E" w:rsidRDefault="000A7143" w:rsidP="00F060FA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A0029E">
        <w:rPr>
          <w:rFonts w:ascii="Times New Roman" w:hAnsi="Times New Roman"/>
          <w:b/>
          <w:sz w:val="28"/>
          <w:szCs w:val="28"/>
        </w:rPr>
        <w:t xml:space="preserve">актов законодательства Ульяновской области, </w:t>
      </w:r>
    </w:p>
    <w:p w:rsidR="000A7143" w:rsidRPr="00A0029E" w:rsidRDefault="000A7143" w:rsidP="00F060FA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A0029E">
        <w:rPr>
          <w:rFonts w:ascii="Times New Roman" w:hAnsi="Times New Roman"/>
          <w:b/>
          <w:sz w:val="28"/>
          <w:szCs w:val="28"/>
        </w:rPr>
        <w:t xml:space="preserve">подлежащих признанию утратившими силу, приостановлению, </w:t>
      </w:r>
    </w:p>
    <w:p w:rsidR="000A7143" w:rsidRPr="00896227" w:rsidRDefault="000A7143" w:rsidP="00F060FA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A0029E">
        <w:rPr>
          <w:rFonts w:ascii="Times New Roman" w:hAnsi="Times New Roman"/>
          <w:b/>
          <w:sz w:val="28"/>
          <w:szCs w:val="28"/>
        </w:rPr>
        <w:t xml:space="preserve">изменению или принятию в связи с принятием закона Ульяновской области </w:t>
      </w:r>
      <w:r w:rsidRPr="001D4735">
        <w:rPr>
          <w:rFonts w:ascii="Times New Roman" w:hAnsi="Times New Roman"/>
          <w:b/>
          <w:sz w:val="28"/>
          <w:szCs w:val="28"/>
        </w:rPr>
        <w:t>«О внесении изменени</w:t>
      </w:r>
      <w:r>
        <w:rPr>
          <w:rFonts w:ascii="Times New Roman" w:hAnsi="Times New Roman"/>
          <w:b/>
          <w:sz w:val="28"/>
          <w:szCs w:val="28"/>
        </w:rPr>
        <w:t>й</w:t>
      </w:r>
      <w:r w:rsidRPr="001D4735">
        <w:rPr>
          <w:rFonts w:ascii="Times New Roman" w:hAnsi="Times New Roman"/>
          <w:b/>
          <w:sz w:val="28"/>
          <w:szCs w:val="28"/>
        </w:rPr>
        <w:t xml:space="preserve"> в статью 5 Закона Ульяновской области «О порядке разграничения имущества, находящегося в муниципальной собственности, между муниципальными районами, поселениями, городскими округами Ульяновской области»</w:t>
      </w:r>
      <w:r w:rsidRPr="00E85FB4">
        <w:t xml:space="preserve"> </w:t>
      </w:r>
      <w:r w:rsidRPr="00CF5EC9">
        <w:rPr>
          <w:rFonts w:ascii="Times New Roman" w:hAnsi="Times New Roman"/>
          <w:b/>
          <w:sz w:val="28"/>
          <w:szCs w:val="28"/>
        </w:rPr>
        <w:t>и признании утратившим силу отдельного положения законодательного акта Ульяновской области</w:t>
      </w:r>
      <w:r>
        <w:rPr>
          <w:rFonts w:ascii="Times New Roman" w:hAnsi="Times New Roman"/>
          <w:b/>
          <w:sz w:val="28"/>
          <w:szCs w:val="28"/>
        </w:rPr>
        <w:t>»</w:t>
      </w:r>
      <w:r>
        <w:t xml:space="preserve">                  </w:t>
      </w:r>
    </w:p>
    <w:p w:rsidR="000A7143" w:rsidRDefault="000A7143" w:rsidP="00F060FA">
      <w:pPr>
        <w:autoSpaceDE w:val="0"/>
        <w:autoSpaceDN w:val="0"/>
        <w:adjustRightInd w:val="0"/>
        <w:jc w:val="center"/>
        <w:rPr>
          <w:b/>
        </w:rPr>
      </w:pPr>
    </w:p>
    <w:p w:rsidR="000A7143" w:rsidRPr="001939D9" w:rsidRDefault="000A7143" w:rsidP="00F060FA">
      <w:pPr>
        <w:autoSpaceDE w:val="0"/>
        <w:autoSpaceDN w:val="0"/>
        <w:adjustRightInd w:val="0"/>
        <w:jc w:val="center"/>
        <w:rPr>
          <w:b/>
        </w:rPr>
      </w:pPr>
    </w:p>
    <w:p w:rsidR="000A7143" w:rsidRDefault="000A7143" w:rsidP="00F060FA">
      <w:pPr>
        <w:pStyle w:val="ConsPlusNormal"/>
        <w:spacing w:line="360" w:lineRule="auto"/>
        <w:ind w:firstLine="652"/>
        <w:jc w:val="both"/>
      </w:pPr>
      <w:r w:rsidRPr="005F3A7B">
        <w:t xml:space="preserve">Принятие закона Ульяновской области </w:t>
      </w:r>
      <w:r w:rsidRPr="00E85FB4">
        <w:t>«О внесении изменени</w:t>
      </w:r>
      <w:r>
        <w:t>й</w:t>
      </w:r>
      <w:r w:rsidRPr="00E85FB4">
        <w:t xml:space="preserve"> в статью 5 Закона Ульяновской области «О порядке разграничения имущества, находящегося в муниципальной собственности, между муниципальными районами, поселениями, городскими округами Ульяновской области» </w:t>
      </w:r>
      <w:r w:rsidRPr="00CF5EC9">
        <w:t xml:space="preserve">и признании утратившим силу отдельного положения законодательного акта Ульяновской области» </w:t>
      </w:r>
      <w:r w:rsidRPr="005F3A7B">
        <w:t xml:space="preserve">не потребует признания утратившими силу, приостановления, изменения или принятия актов законодательства Ульяновской области. </w:t>
      </w:r>
    </w:p>
    <w:p w:rsidR="000A7143" w:rsidRPr="005F3A7B" w:rsidRDefault="000A7143" w:rsidP="00F060FA">
      <w:pPr>
        <w:pStyle w:val="ConsPlusNormal"/>
        <w:spacing w:line="360" w:lineRule="auto"/>
        <w:ind w:firstLine="652"/>
        <w:jc w:val="both"/>
      </w:pPr>
    </w:p>
    <w:p w:rsidR="000A7143" w:rsidRPr="001939D9" w:rsidRDefault="000A7143" w:rsidP="00F060FA">
      <w:pPr>
        <w:autoSpaceDE w:val="0"/>
        <w:autoSpaceDN w:val="0"/>
        <w:adjustRightInd w:val="0"/>
        <w:jc w:val="center"/>
      </w:pPr>
      <w:r w:rsidRPr="001939D9">
        <w:t>____________________</w:t>
      </w:r>
    </w:p>
    <w:p w:rsidR="000A7143" w:rsidRDefault="000A7143" w:rsidP="00F060FA">
      <w:pPr>
        <w:pStyle w:val="ConsPlusNormal"/>
        <w:ind w:firstLine="650"/>
        <w:jc w:val="both"/>
      </w:pPr>
    </w:p>
    <w:p w:rsidR="000A7143" w:rsidRDefault="000A7143" w:rsidP="00F060FA">
      <w:pPr>
        <w:pStyle w:val="ConsPlusNormal"/>
        <w:ind w:firstLine="650"/>
        <w:jc w:val="both"/>
      </w:pPr>
    </w:p>
    <w:p w:rsidR="000A7143" w:rsidRDefault="000A7143" w:rsidP="00F060FA">
      <w:pPr>
        <w:pStyle w:val="ConsPlusNormal"/>
        <w:ind w:firstLine="700"/>
        <w:jc w:val="both"/>
      </w:pPr>
    </w:p>
    <w:p w:rsidR="000A7143" w:rsidRDefault="000A7143" w:rsidP="00F060FA">
      <w:pPr>
        <w:pStyle w:val="ConsPlusNormal"/>
        <w:ind w:firstLine="700"/>
        <w:jc w:val="both"/>
      </w:pPr>
    </w:p>
    <w:p w:rsidR="000A7143" w:rsidRDefault="000A7143" w:rsidP="00F060FA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A7143" w:rsidRDefault="000A7143" w:rsidP="00F060FA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A7143" w:rsidRDefault="000A7143" w:rsidP="00F060FA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A7143" w:rsidRDefault="000A7143" w:rsidP="00F060FA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A7143" w:rsidRDefault="000A7143" w:rsidP="00F060FA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A7143" w:rsidRDefault="000A7143" w:rsidP="00F060FA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A7143" w:rsidRDefault="000A7143" w:rsidP="00F060FA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A7143" w:rsidRDefault="000A7143" w:rsidP="00F060FA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A7143" w:rsidRDefault="000A7143" w:rsidP="00F060FA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A7143" w:rsidRDefault="000A7143" w:rsidP="00F060FA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A7143" w:rsidRDefault="000A7143" w:rsidP="00F060FA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A7143" w:rsidRDefault="000A7143" w:rsidP="00F060FA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A7143" w:rsidRDefault="000A7143" w:rsidP="00F060FA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  <w:sectPr w:rsidR="000A7143" w:rsidSect="00A417DC">
          <w:pgSz w:w="11906" w:h="16838" w:code="9"/>
          <w:pgMar w:top="1134" w:right="567" w:bottom="1134" w:left="1418" w:header="709" w:footer="709" w:gutter="0"/>
          <w:pgNumType w:start="1"/>
          <w:cols w:space="708"/>
          <w:titlePg/>
          <w:docGrid w:linePitch="381"/>
        </w:sectPr>
      </w:pPr>
    </w:p>
    <w:p w:rsidR="000A7143" w:rsidRPr="001939D9" w:rsidRDefault="000A7143" w:rsidP="00F060FA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Ф</w:t>
      </w:r>
      <w:r w:rsidRPr="001939D9">
        <w:rPr>
          <w:rFonts w:ascii="Times New Roman" w:hAnsi="Times New Roman"/>
          <w:b/>
          <w:caps/>
          <w:sz w:val="28"/>
          <w:szCs w:val="28"/>
        </w:rPr>
        <w:t>инансово-экономическое обоснование</w:t>
      </w:r>
    </w:p>
    <w:p w:rsidR="000A7143" w:rsidRPr="001939D9" w:rsidRDefault="000A7143" w:rsidP="00F060FA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A7143" w:rsidRPr="001939D9" w:rsidRDefault="000A7143" w:rsidP="00F060FA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A7143" w:rsidRDefault="000A7143" w:rsidP="00F060FA">
      <w:pPr>
        <w:pStyle w:val="ConsPlusNormal"/>
        <w:jc w:val="center"/>
        <w:rPr>
          <w:b/>
        </w:rPr>
      </w:pPr>
      <w:r w:rsidRPr="00D544A9">
        <w:rPr>
          <w:b/>
        </w:rPr>
        <w:t xml:space="preserve">проекта закона Ульяновской области </w:t>
      </w:r>
    </w:p>
    <w:p w:rsidR="000A7143" w:rsidRDefault="000A7143" w:rsidP="00F060FA">
      <w:pPr>
        <w:pStyle w:val="ConsPlusNormal"/>
        <w:jc w:val="center"/>
        <w:rPr>
          <w:b/>
        </w:rPr>
      </w:pPr>
      <w:r w:rsidRPr="001D4735">
        <w:rPr>
          <w:b/>
        </w:rPr>
        <w:t>«О внесении изменени</w:t>
      </w:r>
      <w:r>
        <w:rPr>
          <w:b/>
        </w:rPr>
        <w:t>й</w:t>
      </w:r>
      <w:r w:rsidRPr="001D4735">
        <w:rPr>
          <w:b/>
        </w:rPr>
        <w:t xml:space="preserve"> в статью 5 Закона Ульяновской области </w:t>
      </w:r>
    </w:p>
    <w:p w:rsidR="000A7143" w:rsidRDefault="000A7143" w:rsidP="00F060FA">
      <w:pPr>
        <w:pStyle w:val="ConsPlusNormal"/>
        <w:jc w:val="center"/>
        <w:rPr>
          <w:b/>
        </w:rPr>
      </w:pPr>
      <w:r w:rsidRPr="001D4735">
        <w:rPr>
          <w:b/>
        </w:rPr>
        <w:t>«О порядке разграничения имущества, находящегося в муниципальной собственности, между муниципальными районами, поселениями, городскими округами Ульяновской области»</w:t>
      </w:r>
      <w:r w:rsidRPr="00E85FB4">
        <w:t xml:space="preserve"> </w:t>
      </w:r>
      <w:r>
        <w:rPr>
          <w:b/>
        </w:rPr>
        <w:t>и признании утратившим силу отдельного положения законодательного акта Ульяновской области»</w:t>
      </w:r>
      <w:r>
        <w:t xml:space="preserve">                 </w:t>
      </w:r>
    </w:p>
    <w:p w:rsidR="000A7143" w:rsidRDefault="000A7143" w:rsidP="00F060FA">
      <w:pPr>
        <w:autoSpaceDE w:val="0"/>
        <w:autoSpaceDN w:val="0"/>
        <w:adjustRightInd w:val="0"/>
        <w:jc w:val="center"/>
        <w:rPr>
          <w:b/>
        </w:rPr>
      </w:pPr>
    </w:p>
    <w:p w:rsidR="000A7143" w:rsidRPr="001939D9" w:rsidRDefault="000A7143" w:rsidP="00F060FA">
      <w:pPr>
        <w:autoSpaceDE w:val="0"/>
        <w:autoSpaceDN w:val="0"/>
        <w:adjustRightInd w:val="0"/>
        <w:jc w:val="center"/>
        <w:rPr>
          <w:b/>
        </w:rPr>
      </w:pPr>
    </w:p>
    <w:p w:rsidR="000A7143" w:rsidRPr="005F3A7B" w:rsidRDefault="000A7143" w:rsidP="00F060FA">
      <w:pPr>
        <w:pStyle w:val="ConsPlusNormal"/>
        <w:spacing w:line="360" w:lineRule="auto"/>
        <w:ind w:firstLine="652"/>
        <w:jc w:val="both"/>
      </w:pPr>
      <w:r w:rsidRPr="005F3A7B">
        <w:t xml:space="preserve">Принятие закона Ульяновской </w:t>
      </w:r>
      <w:r w:rsidRPr="00E85FB4">
        <w:t>«О внесении изменени</w:t>
      </w:r>
      <w:r>
        <w:t>й</w:t>
      </w:r>
      <w:r w:rsidRPr="00E85FB4">
        <w:t xml:space="preserve"> в статью 5 Закона Ульяновской области «О порядке разграничения имущества, находящегося </w:t>
      </w:r>
      <w:r>
        <w:t xml:space="preserve">             </w:t>
      </w:r>
      <w:r w:rsidRPr="00E85FB4">
        <w:t xml:space="preserve">в муниципальной собственности, между муниципальными районами, поселениями, городскими округами Ульяновской области» </w:t>
      </w:r>
      <w:r w:rsidRPr="00CF5EC9">
        <w:t>и признании утратившим силу отдельного положения законодательного акта Ульяновской области»</w:t>
      </w:r>
      <w:r>
        <w:rPr>
          <w:b/>
        </w:rPr>
        <w:t xml:space="preserve"> </w:t>
      </w:r>
      <w:r>
        <w:t>н</w:t>
      </w:r>
      <w:r w:rsidRPr="005F3A7B">
        <w:t>е повлечёт расходования средств областного бюджета Ульяновской области.</w:t>
      </w:r>
    </w:p>
    <w:p w:rsidR="000A7143" w:rsidRDefault="000A7143" w:rsidP="00F060FA"/>
    <w:p w:rsidR="000A7143" w:rsidRDefault="000A7143" w:rsidP="00F060FA">
      <w:pPr>
        <w:jc w:val="center"/>
      </w:pPr>
      <w:r w:rsidRPr="001939D9">
        <w:t>___________________</w:t>
      </w:r>
    </w:p>
    <w:p w:rsidR="000A7143" w:rsidRPr="00494AD8" w:rsidRDefault="000A7143" w:rsidP="00F060FA">
      <w:pPr>
        <w:ind w:firstLine="650"/>
        <w:jc w:val="both"/>
      </w:pPr>
    </w:p>
    <w:p w:rsidR="000A7143" w:rsidRDefault="000A7143" w:rsidP="00F060FA"/>
    <w:p w:rsidR="000A7143" w:rsidRDefault="000A7143" w:rsidP="00F060FA">
      <w:pPr>
        <w:pStyle w:val="ConsPlusNormal"/>
        <w:ind w:firstLine="700"/>
        <w:jc w:val="both"/>
      </w:pPr>
    </w:p>
    <w:p w:rsidR="000A7143" w:rsidRDefault="000A7143" w:rsidP="00F060FA">
      <w:pPr>
        <w:pStyle w:val="ConsPlusNormal"/>
        <w:ind w:firstLine="700"/>
        <w:jc w:val="both"/>
      </w:pPr>
    </w:p>
    <w:p w:rsidR="000A7143" w:rsidRDefault="000A7143" w:rsidP="00F060FA">
      <w:pPr>
        <w:pStyle w:val="ConsPlusNormal"/>
        <w:ind w:firstLine="700"/>
        <w:jc w:val="both"/>
      </w:pPr>
    </w:p>
    <w:p w:rsidR="000A7143" w:rsidRDefault="000A7143" w:rsidP="00F060FA">
      <w:pPr>
        <w:pStyle w:val="ConsPlusNormal"/>
        <w:ind w:firstLine="700"/>
        <w:jc w:val="both"/>
      </w:pPr>
    </w:p>
    <w:p w:rsidR="000A7143" w:rsidRDefault="000A7143" w:rsidP="00F060FA">
      <w:pPr>
        <w:pStyle w:val="ConsPlusNormal"/>
        <w:ind w:firstLine="700"/>
        <w:jc w:val="both"/>
      </w:pPr>
    </w:p>
    <w:p w:rsidR="000A7143" w:rsidRDefault="000A7143" w:rsidP="00F060FA">
      <w:pPr>
        <w:pStyle w:val="ConsPlusNormal"/>
        <w:ind w:firstLine="700"/>
        <w:jc w:val="both"/>
      </w:pPr>
    </w:p>
    <w:p w:rsidR="000A7143" w:rsidRDefault="000A7143" w:rsidP="00F060FA">
      <w:pPr>
        <w:pStyle w:val="ConsPlusNormal"/>
        <w:ind w:firstLine="700"/>
        <w:jc w:val="both"/>
      </w:pPr>
    </w:p>
    <w:p w:rsidR="000A7143" w:rsidRDefault="000A7143" w:rsidP="00F060FA">
      <w:pPr>
        <w:pStyle w:val="ConsPlusNormal"/>
        <w:ind w:firstLine="700"/>
        <w:jc w:val="both"/>
      </w:pPr>
    </w:p>
    <w:p w:rsidR="000A7143" w:rsidRDefault="000A7143" w:rsidP="00F060FA">
      <w:pPr>
        <w:pStyle w:val="ConsPlusNormal"/>
        <w:ind w:firstLine="700"/>
        <w:jc w:val="both"/>
      </w:pPr>
    </w:p>
    <w:p w:rsidR="000A7143" w:rsidRDefault="000A7143" w:rsidP="00F060FA">
      <w:pPr>
        <w:pStyle w:val="ConsPlusNormal"/>
        <w:ind w:firstLine="700"/>
        <w:jc w:val="both"/>
      </w:pPr>
    </w:p>
    <w:p w:rsidR="000A7143" w:rsidRDefault="000A7143" w:rsidP="00F060FA">
      <w:pPr>
        <w:pStyle w:val="ConsPlusNormal"/>
        <w:ind w:firstLine="540"/>
        <w:jc w:val="both"/>
      </w:pPr>
    </w:p>
    <w:p w:rsidR="000A7143" w:rsidRDefault="000A7143" w:rsidP="00F060FA">
      <w:pPr>
        <w:pStyle w:val="ConsPlusNormal"/>
        <w:ind w:firstLine="540"/>
        <w:jc w:val="both"/>
      </w:pPr>
    </w:p>
    <w:p w:rsidR="000A7143" w:rsidRDefault="000A7143" w:rsidP="00F060FA"/>
    <w:p w:rsidR="000A7143" w:rsidRDefault="000A7143"/>
    <w:sectPr w:rsidR="000A7143" w:rsidSect="00F060FA"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60FA"/>
    <w:rsid w:val="000A7143"/>
    <w:rsid w:val="000D1DE0"/>
    <w:rsid w:val="001939D9"/>
    <w:rsid w:val="001D4735"/>
    <w:rsid w:val="002B2C08"/>
    <w:rsid w:val="00494AD8"/>
    <w:rsid w:val="00565662"/>
    <w:rsid w:val="005F3A7B"/>
    <w:rsid w:val="00896227"/>
    <w:rsid w:val="00A0029E"/>
    <w:rsid w:val="00A417DC"/>
    <w:rsid w:val="00B35A51"/>
    <w:rsid w:val="00B4672F"/>
    <w:rsid w:val="00BF1B6D"/>
    <w:rsid w:val="00CF5EC9"/>
    <w:rsid w:val="00D544A9"/>
    <w:rsid w:val="00E85FB4"/>
    <w:rsid w:val="00F06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0FA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060FA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ConsNonformat">
    <w:name w:val="ConsNonformat"/>
    <w:uiPriority w:val="99"/>
    <w:rsid w:val="00F060FA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A417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58E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286</Words>
  <Characters>1631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2016-10-27T11:52:00Z</cp:lastPrinted>
  <dcterms:created xsi:type="dcterms:W3CDTF">2016-10-14T08:54:00Z</dcterms:created>
  <dcterms:modified xsi:type="dcterms:W3CDTF">2016-10-27T11:53:00Z</dcterms:modified>
</cp:coreProperties>
</file>